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0E9F4" w14:textId="0C0BE6AC" w:rsidR="00323394" w:rsidRDefault="00323394" w:rsidP="00323394">
      <w:pPr>
        <w:jc w:val="center"/>
        <w:rPr>
          <w:b/>
          <w:bCs/>
          <w:sz w:val="28"/>
          <w:szCs w:val="28"/>
        </w:rPr>
      </w:pPr>
    </w:p>
    <w:p w14:paraId="65CC3790" w14:textId="77777777" w:rsidR="00323394" w:rsidRPr="00E239FA" w:rsidRDefault="00323394" w:rsidP="00323394">
      <w:pPr>
        <w:jc w:val="center"/>
        <w:rPr>
          <w:b/>
          <w:bCs/>
          <w:sz w:val="28"/>
          <w:szCs w:val="28"/>
        </w:rPr>
      </w:pPr>
      <w:r w:rsidRPr="00E239FA">
        <w:rPr>
          <w:b/>
          <w:bCs/>
          <w:sz w:val="28"/>
          <w:szCs w:val="28"/>
        </w:rPr>
        <w:t>SKUODO RAJONO SAVIVALDYBĖS TARYBA</w:t>
      </w:r>
    </w:p>
    <w:p w14:paraId="667C8E50" w14:textId="77777777" w:rsidR="00323394" w:rsidRDefault="00323394" w:rsidP="00323394">
      <w:pPr>
        <w:jc w:val="center"/>
        <w:rPr>
          <w:b/>
          <w:bCs/>
          <w:color w:val="000000"/>
        </w:rPr>
      </w:pPr>
    </w:p>
    <w:p w14:paraId="536C8EB1" w14:textId="77777777" w:rsidR="00323394" w:rsidRPr="00E239FA" w:rsidRDefault="00323394" w:rsidP="00323394">
      <w:pPr>
        <w:jc w:val="center"/>
        <w:rPr>
          <w:b/>
          <w:bCs/>
          <w:color w:val="000000"/>
        </w:rPr>
      </w:pPr>
      <w:r w:rsidRPr="00E239FA">
        <w:rPr>
          <w:b/>
          <w:bCs/>
          <w:color w:val="000000"/>
        </w:rPr>
        <w:t>SPRENDIMAS</w:t>
      </w:r>
    </w:p>
    <w:p w14:paraId="6BC225EF" w14:textId="1EE905A8" w:rsidR="00323394" w:rsidRDefault="003D084E" w:rsidP="00323394">
      <w:pPr>
        <w:jc w:val="center"/>
        <w:rPr>
          <w:b/>
          <w:bCs/>
          <w:color w:val="222222"/>
          <w:shd w:val="clear" w:color="auto" w:fill="FFFFFF"/>
        </w:rPr>
      </w:pPr>
      <w:r w:rsidRPr="003D084E">
        <w:rPr>
          <w:b/>
          <w:bCs/>
          <w:color w:val="222222"/>
          <w:shd w:val="clear" w:color="auto" w:fill="FFFFFF"/>
        </w:rPr>
        <w:t>DĖL FIKSUOTO DYDŽIO PAJAMŲ MOKESČIO, TAIKOMO 2026 METAIS VYKDOMOMS VEIKLOMS, KURIOMIS VERČIANTIS GAUTOS PAJAMOS APMOKESTINAMOS ĮSIGYJANT VERSLO LIUDIJIMĄ, IR LENGVATŲ PATVIRTINIMO</w:t>
      </w:r>
    </w:p>
    <w:p w14:paraId="387DD916" w14:textId="77777777" w:rsidR="003D084E" w:rsidRPr="00B423A4" w:rsidRDefault="003D084E" w:rsidP="00323394">
      <w:pPr>
        <w:jc w:val="center"/>
        <w:rPr>
          <w:b/>
          <w:bCs/>
          <w:color w:val="000000"/>
        </w:rPr>
      </w:pPr>
    </w:p>
    <w:p w14:paraId="12361F90" w14:textId="70D21448" w:rsidR="00323394" w:rsidRPr="00BD21DE" w:rsidRDefault="00323394" w:rsidP="00323394">
      <w:pPr>
        <w:jc w:val="center"/>
        <w:rPr>
          <w:color w:val="000000"/>
        </w:rPr>
      </w:pPr>
      <w:r>
        <w:rPr>
          <w:color w:val="000000"/>
        </w:rPr>
        <w:t>202</w:t>
      </w:r>
      <w:r w:rsidR="00F4061A">
        <w:rPr>
          <w:color w:val="000000"/>
        </w:rPr>
        <w:t>5</w:t>
      </w:r>
      <w:r>
        <w:rPr>
          <w:color w:val="000000"/>
        </w:rPr>
        <w:t xml:space="preserve"> m. </w:t>
      </w:r>
      <w:r w:rsidR="00F4061A">
        <w:rPr>
          <w:color w:val="000000"/>
        </w:rPr>
        <w:t>gruodžio</w:t>
      </w:r>
      <w:r>
        <w:rPr>
          <w:color w:val="000000"/>
        </w:rPr>
        <w:t xml:space="preserve"> </w:t>
      </w:r>
      <w:r w:rsidR="00873E9B">
        <w:rPr>
          <w:color w:val="000000"/>
        </w:rPr>
        <w:t>9</w:t>
      </w:r>
      <w:r>
        <w:rPr>
          <w:color w:val="000000"/>
        </w:rPr>
        <w:t xml:space="preserve"> d. Nr. T</w:t>
      </w:r>
      <w:r w:rsidR="00236F0B">
        <w:rPr>
          <w:color w:val="000000"/>
        </w:rPr>
        <w:t>10</w:t>
      </w:r>
      <w:r>
        <w:rPr>
          <w:color w:val="000000"/>
        </w:rPr>
        <w:t>-</w:t>
      </w:r>
      <w:r w:rsidR="00873E9B">
        <w:rPr>
          <w:color w:val="000000"/>
        </w:rPr>
        <w:t>260</w:t>
      </w:r>
    </w:p>
    <w:p w14:paraId="416593C8" w14:textId="77777777" w:rsidR="00323394" w:rsidRPr="00BD21DE" w:rsidRDefault="00323394" w:rsidP="00323394">
      <w:pPr>
        <w:jc w:val="center"/>
        <w:rPr>
          <w:color w:val="000000"/>
        </w:rPr>
      </w:pPr>
      <w:r w:rsidRPr="00BD21DE">
        <w:rPr>
          <w:color w:val="000000"/>
        </w:rPr>
        <w:t>Skuodas</w:t>
      </w:r>
    </w:p>
    <w:p w14:paraId="70E32988" w14:textId="77777777" w:rsidR="004712A3" w:rsidRDefault="004712A3" w:rsidP="004712A3">
      <w:pPr>
        <w:jc w:val="both"/>
      </w:pPr>
    </w:p>
    <w:p w14:paraId="55BD4A5B" w14:textId="77A74416" w:rsidR="00E22B83" w:rsidRPr="00CE241A" w:rsidRDefault="00E22B83" w:rsidP="00F4061A">
      <w:pPr>
        <w:autoSpaceDE w:val="0"/>
        <w:autoSpaceDN w:val="0"/>
        <w:adjustRightInd w:val="0"/>
        <w:ind w:firstLine="1247"/>
        <w:jc w:val="both"/>
        <w:rPr>
          <w:rFonts w:ascii="TimesNewRoman" w:hAnsi="TimesNewRoman" w:cs="TimesNewRoman"/>
          <w:lang w:eastAsia="lt-LT"/>
        </w:rPr>
      </w:pPr>
      <w:r>
        <w:rPr>
          <w:rFonts w:ascii="TimesNewRoman" w:hAnsi="TimesNewRoman" w:cs="TimesNewRoman"/>
          <w:lang w:eastAsia="lt-LT"/>
        </w:rPr>
        <w:t>Vadovaudamasi Lietuvos Respublikos vietos savivaldos įstatymo 1</w:t>
      </w:r>
      <w:r w:rsidR="00F4227B">
        <w:rPr>
          <w:rFonts w:ascii="TimesNewRoman" w:hAnsi="TimesNewRoman" w:cs="TimesNewRoman"/>
          <w:lang w:eastAsia="lt-LT"/>
        </w:rPr>
        <w:t>5</w:t>
      </w:r>
      <w:r>
        <w:rPr>
          <w:rFonts w:ascii="TimesNewRoman" w:hAnsi="TimesNewRoman" w:cs="TimesNewRoman"/>
          <w:lang w:eastAsia="lt-LT"/>
        </w:rPr>
        <w:t xml:space="preserve"> straipsnio 2 dalies 1</w:t>
      </w:r>
      <w:r w:rsidR="00F4227B">
        <w:rPr>
          <w:rFonts w:ascii="TimesNewRoman" w:hAnsi="TimesNewRoman" w:cs="TimesNewRoman"/>
          <w:lang w:eastAsia="lt-LT"/>
        </w:rPr>
        <w:t>4</w:t>
      </w:r>
      <w:r>
        <w:rPr>
          <w:rFonts w:ascii="TimesNewRoman" w:hAnsi="TimesNewRoman" w:cs="TimesNewRoman"/>
          <w:lang w:eastAsia="lt-LT"/>
        </w:rPr>
        <w:t xml:space="preserve"> ir </w:t>
      </w:r>
      <w:r w:rsidR="006D0C57">
        <w:rPr>
          <w:rFonts w:ascii="TimesNewRoman" w:hAnsi="TimesNewRoman" w:cs="TimesNewRoman"/>
          <w:lang w:eastAsia="lt-LT"/>
        </w:rPr>
        <w:t>29</w:t>
      </w:r>
      <w:r>
        <w:rPr>
          <w:rFonts w:ascii="TimesNewRoman" w:hAnsi="TimesNewRoman" w:cs="TimesNewRoman"/>
          <w:lang w:eastAsia="lt-LT"/>
        </w:rPr>
        <w:t xml:space="preserve"> punktais, Lietuvos Respublikos gyventojų pajamų mokesčio įstatymo</w:t>
      </w:r>
      <w:r w:rsidDel="00907856">
        <w:rPr>
          <w:rFonts w:ascii="TimesNewRoman" w:hAnsi="TimesNewRoman" w:cs="TimesNewRoman"/>
          <w:lang w:eastAsia="lt-LT"/>
        </w:rPr>
        <w:t xml:space="preserve"> </w:t>
      </w:r>
      <w:r>
        <w:rPr>
          <w:rFonts w:ascii="TimesNewRoman" w:hAnsi="TimesNewRoman" w:cs="TimesNewRoman"/>
          <w:lang w:eastAsia="lt-LT"/>
        </w:rPr>
        <w:t xml:space="preserve">6 straipsnio </w:t>
      </w:r>
      <w:r w:rsidR="00BD1850">
        <w:rPr>
          <w:rFonts w:ascii="TimesNewRoman" w:hAnsi="TimesNewRoman" w:cs="TimesNewRoman"/>
          <w:lang w:eastAsia="lt-LT"/>
        </w:rPr>
        <w:t>3</w:t>
      </w:r>
      <w:r>
        <w:rPr>
          <w:rFonts w:ascii="TimesNewRoman" w:hAnsi="TimesNewRoman" w:cs="TimesNewRoman"/>
          <w:lang w:eastAsia="lt-LT"/>
        </w:rPr>
        <w:t xml:space="preserve"> dalimi, </w:t>
      </w:r>
      <w:r w:rsidR="00F4061A">
        <w:rPr>
          <w:rFonts w:ascii="TimesNewRoman" w:hAnsi="TimesNewRoman" w:cs="TimesNewRoman"/>
          <w:lang w:eastAsia="lt-LT"/>
        </w:rPr>
        <w:t>Lietuvos Respublikos Vyriausybės 20</w:t>
      </w:r>
      <w:r w:rsidR="00FE22A8">
        <w:rPr>
          <w:rFonts w:ascii="TimesNewRoman" w:hAnsi="TimesNewRoman" w:cs="TimesNewRoman"/>
          <w:lang w:eastAsia="lt-LT"/>
        </w:rPr>
        <w:t>0</w:t>
      </w:r>
      <w:r w:rsidR="00F4061A">
        <w:rPr>
          <w:rFonts w:ascii="TimesNewRoman" w:hAnsi="TimesNewRoman" w:cs="TimesNewRoman"/>
          <w:lang w:eastAsia="lt-LT"/>
        </w:rPr>
        <w:t xml:space="preserve">2 m. lapkričio 19 d. nutarimu Nr. 1797 „Dėl </w:t>
      </w:r>
      <w:r w:rsidR="00B41928">
        <w:rPr>
          <w:rFonts w:ascii="TimesNewRoman" w:hAnsi="TimesNewRoman" w:cs="TimesNewRoman"/>
          <w:lang w:eastAsia="lt-LT"/>
        </w:rPr>
        <w:t>V</w:t>
      </w:r>
      <w:r w:rsidR="00F4061A">
        <w:rPr>
          <w:rFonts w:ascii="TimesNewRoman" w:hAnsi="TimesNewRoman" w:cs="TimesNewRoman"/>
          <w:lang w:eastAsia="lt-LT"/>
        </w:rPr>
        <w:t xml:space="preserve">erslo liudijimų išdavimo gyventojams taisyklių ir </w:t>
      </w:r>
      <w:r w:rsidR="00B41928">
        <w:rPr>
          <w:rFonts w:ascii="TimesNewRoman" w:hAnsi="TimesNewRoman" w:cs="TimesNewRoman"/>
          <w:lang w:eastAsia="lt-LT"/>
        </w:rPr>
        <w:t>V</w:t>
      </w:r>
      <w:r w:rsidR="00F4061A">
        <w:rPr>
          <w:rFonts w:ascii="TimesNewRoman" w:hAnsi="TimesNewRoman" w:cs="TimesNewRoman"/>
          <w:lang w:eastAsia="lt-LT"/>
        </w:rPr>
        <w:t>eiklos, kuria verčiantis gautos pajamos apmokestinamos įsigyjant verslo liudijim</w:t>
      </w:r>
      <w:r w:rsidR="00E3168B">
        <w:rPr>
          <w:rFonts w:ascii="TimesNewRoman" w:hAnsi="TimesNewRoman" w:cs="TimesNewRoman"/>
          <w:lang w:eastAsia="lt-LT"/>
        </w:rPr>
        <w:t>ą, rūšių sąrašo patvirtinimo“,</w:t>
      </w:r>
      <w:r w:rsidR="00F4061A">
        <w:rPr>
          <w:rFonts w:ascii="TimesNewRoman" w:hAnsi="TimesNewRoman" w:cs="TimesNewRoman"/>
          <w:lang w:eastAsia="lt-LT"/>
        </w:rPr>
        <w:t xml:space="preserve"> </w:t>
      </w:r>
      <w:r>
        <w:rPr>
          <w:rFonts w:ascii="TimesNewRoman" w:hAnsi="TimesNewRoman" w:cs="TimesNewRoman"/>
          <w:lang w:eastAsia="lt-LT"/>
        </w:rPr>
        <w:t xml:space="preserve">Skuodo rajono savivaldybės taryba </w:t>
      </w:r>
      <w:r w:rsidRPr="00873E9B">
        <w:rPr>
          <w:rFonts w:ascii="TimesNewRoman" w:hAnsi="TimesNewRoman" w:cs="TimesNewRoman"/>
          <w:spacing w:val="40"/>
          <w:lang w:eastAsia="lt-LT"/>
        </w:rPr>
        <w:t>n</w:t>
      </w:r>
      <w:r w:rsidR="00873E9B" w:rsidRPr="00873E9B">
        <w:rPr>
          <w:rFonts w:ascii="TimesNewRoman" w:hAnsi="TimesNewRoman" w:cs="TimesNewRoman"/>
          <w:spacing w:val="40"/>
          <w:lang w:eastAsia="lt-LT"/>
        </w:rPr>
        <w:t>usprendži</w:t>
      </w:r>
      <w:r w:rsidR="00873E9B">
        <w:rPr>
          <w:rFonts w:ascii="TimesNewRoman" w:hAnsi="TimesNewRoman" w:cs="TimesNewRoman"/>
          <w:lang w:eastAsia="lt-LT"/>
        </w:rPr>
        <w:t>a</w:t>
      </w:r>
      <w:r>
        <w:rPr>
          <w:rFonts w:ascii="TimesNewRoman" w:hAnsi="TimesNewRoman" w:cs="TimesNewRoman"/>
          <w:lang w:eastAsia="lt-LT"/>
        </w:rPr>
        <w:t>:</w:t>
      </w:r>
    </w:p>
    <w:p w14:paraId="59DA59F3" w14:textId="07D1958B" w:rsidR="002E2885" w:rsidRDefault="007667F9" w:rsidP="0040411E">
      <w:pPr>
        <w:ind w:firstLine="1247"/>
      </w:pPr>
      <w:r>
        <w:t xml:space="preserve">1. </w:t>
      </w:r>
      <w:r w:rsidR="00E22B83">
        <w:t>Tvirtinti</w:t>
      </w:r>
      <w:r>
        <w:t xml:space="preserve"> pridedamus</w:t>
      </w:r>
      <w:r w:rsidR="002E2885">
        <w:t>:</w:t>
      </w:r>
    </w:p>
    <w:p w14:paraId="28B9B7C4" w14:textId="408BA308" w:rsidR="00E22B83" w:rsidRDefault="007667F9" w:rsidP="00A146D3">
      <w:pPr>
        <w:tabs>
          <w:tab w:val="left" w:pos="1620"/>
          <w:tab w:val="left" w:pos="3960"/>
        </w:tabs>
        <w:ind w:firstLine="1247"/>
        <w:jc w:val="both"/>
      </w:pPr>
      <w:r>
        <w:t>1.</w:t>
      </w:r>
      <w:r w:rsidR="002E2885">
        <w:t>1.</w:t>
      </w:r>
      <w:r w:rsidR="00E22B83">
        <w:t xml:space="preserve"> </w:t>
      </w:r>
      <w:r w:rsidR="002E2885">
        <w:t>F</w:t>
      </w:r>
      <w:r w:rsidR="00E22B83">
        <w:t>iksuot</w:t>
      </w:r>
      <w:r w:rsidR="00E3168B">
        <w:t>o dydžio</w:t>
      </w:r>
      <w:r w:rsidR="00E22B83">
        <w:t xml:space="preserve"> pajamų mokes</w:t>
      </w:r>
      <w:r w:rsidR="00B41928">
        <w:t>čio</w:t>
      </w:r>
      <w:r w:rsidR="00E22B83">
        <w:t>, taikom</w:t>
      </w:r>
      <w:r w:rsidR="00B41928">
        <w:t>o</w:t>
      </w:r>
      <w:r w:rsidR="00E3168B">
        <w:t xml:space="preserve"> 2026 metais vykdomoms veikloms, kuriomis verčiantis gautos pajamos apmokestinamos</w:t>
      </w:r>
      <w:r w:rsidR="00E22B83">
        <w:t xml:space="preserve"> įsigyjant verslo</w:t>
      </w:r>
      <w:r w:rsidR="00E3168B">
        <w:t xml:space="preserve"> liudijimą</w:t>
      </w:r>
      <w:r w:rsidR="009D56D4">
        <w:t>, sąraš</w:t>
      </w:r>
      <w:r w:rsidR="003D084E">
        <w:t>ą</w:t>
      </w:r>
      <w:r w:rsidR="00E22B83">
        <w:t>.</w:t>
      </w:r>
    </w:p>
    <w:p w14:paraId="77CB90AC" w14:textId="4016AECE" w:rsidR="000D7DE5" w:rsidRDefault="007667F9" w:rsidP="00A146D3">
      <w:pPr>
        <w:tabs>
          <w:tab w:val="left" w:pos="1620"/>
          <w:tab w:val="left" w:pos="3960"/>
        </w:tabs>
        <w:ind w:firstLine="1247"/>
        <w:jc w:val="both"/>
      </w:pPr>
      <w:r>
        <w:t>1.</w:t>
      </w:r>
      <w:r w:rsidR="002E2885">
        <w:t>2.</w:t>
      </w:r>
      <w:r w:rsidR="00E22B83">
        <w:t xml:space="preserve"> </w:t>
      </w:r>
      <w:r w:rsidR="00E3168B">
        <w:t>V</w:t>
      </w:r>
      <w:r w:rsidR="00E22B83">
        <w:t>erslo liudijimus įsigyjantiems gyventojams taikomų lengvatų sąrašą.</w:t>
      </w:r>
    </w:p>
    <w:p w14:paraId="6D812B66" w14:textId="76DABA20" w:rsidR="00FE22A8" w:rsidRPr="000D7DE5" w:rsidRDefault="002B7BA1" w:rsidP="00A146D3">
      <w:pPr>
        <w:tabs>
          <w:tab w:val="left" w:pos="1620"/>
          <w:tab w:val="left" w:pos="3960"/>
        </w:tabs>
        <w:ind w:firstLine="1247"/>
        <w:jc w:val="both"/>
      </w:pPr>
      <w:r>
        <w:t xml:space="preserve">2. </w:t>
      </w:r>
      <w:r w:rsidR="00FE22A8" w:rsidRPr="00FE22A8">
        <w:t>Pripažinti netekusiu galios Skuodo rajono savivaldybės tarybos 202</w:t>
      </w:r>
      <w:r>
        <w:t>4</w:t>
      </w:r>
      <w:r w:rsidR="00FE22A8" w:rsidRPr="00FE22A8">
        <w:t xml:space="preserve"> m. spalio </w:t>
      </w:r>
      <w:r>
        <w:t>31</w:t>
      </w:r>
      <w:r w:rsidR="00FE22A8" w:rsidRPr="00FE22A8">
        <w:t xml:space="preserve"> d. sprendimą Nr. T9-</w:t>
      </w:r>
      <w:r>
        <w:t>203</w:t>
      </w:r>
      <w:r w:rsidR="00FE22A8" w:rsidRPr="00FE22A8">
        <w:t xml:space="preserve"> „Dėl fiksuotų pajamų mokesčio dydžių, taikomų įsigyjant verslo liudijimus 202</w:t>
      </w:r>
      <w:r>
        <w:t>5</w:t>
      </w:r>
      <w:r w:rsidR="00FE22A8" w:rsidRPr="00FE22A8">
        <w:t xml:space="preserve"> ir vėlesniais metais vykdomai veiklai, ir lengvatų patvirtinimo“ nuo 202</w:t>
      </w:r>
      <w:r>
        <w:t>6</w:t>
      </w:r>
      <w:r w:rsidR="00FE22A8" w:rsidRPr="00FE22A8">
        <w:t xml:space="preserve"> m. sausio 1 d.</w:t>
      </w:r>
    </w:p>
    <w:p w14:paraId="432D1D8A" w14:textId="52650637" w:rsidR="00236F0B" w:rsidRPr="00236F0B" w:rsidRDefault="00EC1E31" w:rsidP="00236F0B">
      <w:pPr>
        <w:ind w:firstLine="1247"/>
        <w:jc w:val="both"/>
        <w:rPr>
          <w:color w:val="000000"/>
        </w:rPr>
      </w:pPr>
      <w:r>
        <w:rPr>
          <w:color w:val="000000"/>
        </w:rPr>
        <w:t>3</w:t>
      </w:r>
      <w:r w:rsidR="00236F0B" w:rsidRPr="00236F0B">
        <w:rPr>
          <w:color w:val="000000"/>
        </w:rPr>
        <w:t>. Nurodyti, kad šis sprendimas gali būti skundžiamas Lietuvos Respublikos administracinių bylų teisenos įstatymo nustatyta tvarka Lietuvos administracinių ginčų komisijos Klaipėdos apygardos skyriui (</w:t>
      </w:r>
      <w:r w:rsidR="007667F9">
        <w:rPr>
          <w:color w:val="000000"/>
        </w:rPr>
        <w:t>J. Janonio</w:t>
      </w:r>
      <w:r w:rsidR="00236F0B" w:rsidRPr="00236F0B">
        <w:rPr>
          <w:color w:val="000000"/>
        </w:rPr>
        <w:t xml:space="preserve"> g. </w:t>
      </w:r>
      <w:r w:rsidR="007667F9">
        <w:rPr>
          <w:color w:val="000000"/>
        </w:rPr>
        <w:t>24</w:t>
      </w:r>
      <w:r w:rsidR="00236F0B" w:rsidRPr="00236F0B">
        <w:rPr>
          <w:color w:val="000000"/>
        </w:rPr>
        <w:t>, Klaipėda) arba Regionų administracinio teismo Klaipėdos rūmams (Galinio Pylimo g. 9, Klaipėda) per vieną mėnesį nuo šio teisės akto paskelbimo arba įteikimo suinteresuotam asmeniui dienos.</w:t>
      </w:r>
    </w:p>
    <w:p w14:paraId="0212CC46" w14:textId="77777777" w:rsidR="004712A3" w:rsidRDefault="004712A3" w:rsidP="00A146D3">
      <w:pPr>
        <w:ind w:firstLine="1247"/>
        <w:jc w:val="both"/>
      </w:pPr>
    </w:p>
    <w:p w14:paraId="263337DA" w14:textId="77777777" w:rsidR="00DF5D04" w:rsidRDefault="00DF5D04" w:rsidP="00A146D3">
      <w:pPr>
        <w:ind w:firstLine="1247"/>
        <w:jc w:val="both"/>
      </w:pPr>
    </w:p>
    <w:p w14:paraId="71330EB6" w14:textId="77777777" w:rsidR="00873E9B" w:rsidRDefault="00873E9B" w:rsidP="00A146D3">
      <w:pPr>
        <w:ind w:firstLine="1247"/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1"/>
      </w:tblGrid>
      <w:tr w:rsidR="00873E9B" w14:paraId="70C87CD7" w14:textId="77777777" w:rsidTr="00873E9B">
        <w:tc>
          <w:tcPr>
            <w:tcW w:w="4981" w:type="dxa"/>
          </w:tcPr>
          <w:p w14:paraId="0F5F84B4" w14:textId="7634AF67" w:rsidR="00873E9B" w:rsidRDefault="00873E9B" w:rsidP="00873E9B">
            <w:pPr>
              <w:tabs>
                <w:tab w:val="right" w:pos="9923"/>
              </w:tabs>
              <w:ind w:hanging="120"/>
            </w:pPr>
            <w:r>
              <w:t>Savivaldybės meras</w:t>
            </w:r>
          </w:p>
        </w:tc>
        <w:tc>
          <w:tcPr>
            <w:tcW w:w="4981" w:type="dxa"/>
          </w:tcPr>
          <w:p w14:paraId="5E72AFA0" w14:textId="77777777" w:rsidR="00873E9B" w:rsidRDefault="00873E9B" w:rsidP="00236F0B">
            <w:pPr>
              <w:tabs>
                <w:tab w:val="right" w:pos="9923"/>
              </w:tabs>
            </w:pPr>
          </w:p>
        </w:tc>
      </w:tr>
    </w:tbl>
    <w:p w14:paraId="51296B73" w14:textId="1BA4985C" w:rsidR="00323394" w:rsidRDefault="00323394" w:rsidP="00236F0B">
      <w:pPr>
        <w:tabs>
          <w:tab w:val="right" w:pos="9923"/>
        </w:tabs>
      </w:pPr>
    </w:p>
    <w:p w14:paraId="3D0C05DA" w14:textId="77777777" w:rsidR="00323394" w:rsidRPr="00BD21DE" w:rsidRDefault="00323394" w:rsidP="00323394">
      <w:pPr>
        <w:tabs>
          <w:tab w:val="right" w:pos="9638"/>
        </w:tabs>
        <w:jc w:val="center"/>
      </w:pPr>
    </w:p>
    <w:p w14:paraId="48282A4A" w14:textId="77777777" w:rsidR="005371F3" w:rsidRDefault="005371F3" w:rsidP="004712A3">
      <w:pPr>
        <w:jc w:val="both"/>
      </w:pPr>
    </w:p>
    <w:p w14:paraId="47EB4202" w14:textId="77777777" w:rsidR="005371F3" w:rsidRDefault="005371F3" w:rsidP="004712A3">
      <w:pPr>
        <w:jc w:val="both"/>
      </w:pPr>
    </w:p>
    <w:p w14:paraId="27501A80" w14:textId="77777777" w:rsidR="005371F3" w:rsidRPr="00BD21DE" w:rsidRDefault="005371F3" w:rsidP="004712A3">
      <w:pPr>
        <w:jc w:val="both"/>
      </w:pPr>
    </w:p>
    <w:p w14:paraId="786FE160" w14:textId="77777777" w:rsidR="00EC1E31" w:rsidRDefault="00EC1E31" w:rsidP="00236F0B">
      <w:pPr>
        <w:jc w:val="both"/>
        <w:rPr>
          <w:lang w:eastAsia="de-DE"/>
        </w:rPr>
      </w:pPr>
    </w:p>
    <w:p w14:paraId="3C48DACD" w14:textId="77777777" w:rsidR="00EC1E31" w:rsidRDefault="00EC1E31" w:rsidP="00236F0B">
      <w:pPr>
        <w:jc w:val="both"/>
        <w:rPr>
          <w:lang w:eastAsia="de-DE"/>
        </w:rPr>
      </w:pPr>
    </w:p>
    <w:p w14:paraId="5D36016E" w14:textId="77777777" w:rsidR="00EC1E31" w:rsidRDefault="00EC1E31" w:rsidP="00236F0B">
      <w:pPr>
        <w:jc w:val="both"/>
        <w:rPr>
          <w:lang w:eastAsia="de-DE"/>
        </w:rPr>
      </w:pPr>
    </w:p>
    <w:p w14:paraId="64FDE469" w14:textId="77777777" w:rsidR="00EC1E31" w:rsidRDefault="00EC1E31" w:rsidP="00236F0B">
      <w:pPr>
        <w:jc w:val="both"/>
        <w:rPr>
          <w:lang w:eastAsia="de-DE"/>
        </w:rPr>
      </w:pPr>
    </w:p>
    <w:p w14:paraId="5CCA17AA" w14:textId="77777777" w:rsidR="00EC1E31" w:rsidRDefault="00EC1E31" w:rsidP="00236F0B">
      <w:pPr>
        <w:jc w:val="both"/>
        <w:rPr>
          <w:lang w:eastAsia="de-DE"/>
        </w:rPr>
      </w:pPr>
    </w:p>
    <w:p w14:paraId="42931B7F" w14:textId="77777777" w:rsidR="00EC1E31" w:rsidRDefault="00EC1E31" w:rsidP="00236F0B">
      <w:pPr>
        <w:jc w:val="both"/>
        <w:rPr>
          <w:lang w:eastAsia="de-DE"/>
        </w:rPr>
      </w:pPr>
    </w:p>
    <w:p w14:paraId="00261533" w14:textId="77777777" w:rsidR="00EC1E31" w:rsidRDefault="00EC1E31" w:rsidP="00236F0B">
      <w:pPr>
        <w:jc w:val="both"/>
        <w:rPr>
          <w:lang w:eastAsia="de-DE"/>
        </w:rPr>
      </w:pPr>
    </w:p>
    <w:p w14:paraId="060C8CF6" w14:textId="512B1D79" w:rsidR="00236F0B" w:rsidRDefault="00236F0B" w:rsidP="00236F0B">
      <w:pPr>
        <w:jc w:val="both"/>
        <w:rPr>
          <w:szCs w:val="20"/>
        </w:rPr>
      </w:pPr>
      <w:r>
        <w:rPr>
          <w:lang w:eastAsia="de-DE"/>
        </w:rPr>
        <w:t>Nijolė Mackevičienė, tel. (</w:t>
      </w:r>
      <w:r w:rsidR="003C580F">
        <w:rPr>
          <w:lang w:eastAsia="de-DE"/>
        </w:rPr>
        <w:t>0</w:t>
      </w:r>
      <w:r>
        <w:rPr>
          <w:lang w:eastAsia="de-DE"/>
        </w:rPr>
        <w:t xml:space="preserve"> 440)  45 554</w:t>
      </w:r>
    </w:p>
    <w:p w14:paraId="18B0AA95" w14:textId="2CCB15B5" w:rsidR="00F42D95" w:rsidRDefault="00F42D95" w:rsidP="00236F0B">
      <w:pPr>
        <w:jc w:val="both"/>
        <w:rPr>
          <w:lang w:eastAsia="de-DE"/>
        </w:rPr>
      </w:pPr>
    </w:p>
    <w:sectPr w:rsidR="00F42D95" w:rsidSect="004712A3">
      <w:headerReference w:type="first" r:id="rId8"/>
      <w:pgSz w:w="12240" w:h="15840" w:code="1"/>
      <w:pgMar w:top="1134" w:right="567" w:bottom="1134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D967D" w14:textId="77777777" w:rsidR="00CF1336" w:rsidRDefault="00CF1336" w:rsidP="004712A3">
      <w:r>
        <w:separator/>
      </w:r>
    </w:p>
  </w:endnote>
  <w:endnote w:type="continuationSeparator" w:id="0">
    <w:p w14:paraId="4205360F" w14:textId="77777777" w:rsidR="00CF1336" w:rsidRDefault="00CF1336" w:rsidP="0047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EA637" w14:textId="77777777" w:rsidR="00CF1336" w:rsidRDefault="00CF1336" w:rsidP="004712A3">
      <w:r>
        <w:separator/>
      </w:r>
    </w:p>
  </w:footnote>
  <w:footnote w:type="continuationSeparator" w:id="0">
    <w:p w14:paraId="3F81722B" w14:textId="77777777" w:rsidR="00CF1336" w:rsidRDefault="00CF1336" w:rsidP="0047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418B7" w14:textId="77777777" w:rsidR="007667F9" w:rsidRPr="00873E9B" w:rsidRDefault="007667F9" w:rsidP="007667F9">
    <w:pPr>
      <w:pStyle w:val="Antrats"/>
      <w:jc w:val="right"/>
      <w:rPr>
        <w:b/>
        <w:i/>
        <w:iCs/>
      </w:rPr>
    </w:pPr>
    <w:r w:rsidRPr="00873E9B">
      <w:rPr>
        <w:b/>
        <w:i/>
        <w:iCs/>
      </w:rPr>
      <w:t>Projektas</w:t>
    </w:r>
  </w:p>
  <w:p w14:paraId="430C5FE5" w14:textId="1129C055" w:rsidR="004712A3" w:rsidRPr="007667F9" w:rsidRDefault="004712A3" w:rsidP="007667F9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8110B4C2"/>
    <w:lvl w:ilvl="0">
      <w:start w:val="1"/>
      <w:numFmt w:val="decimal"/>
      <w:pStyle w:val="BBDPaveiksliukonumeracijai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934FB7"/>
    <w:multiLevelType w:val="hybridMultilevel"/>
    <w:tmpl w:val="D9D201E2"/>
    <w:lvl w:ilvl="0" w:tplc="A684B032">
      <w:start w:val="1"/>
      <w:numFmt w:val="decimal"/>
      <w:lvlText w:val="%1 lentelė."/>
      <w:lvlJc w:val="left"/>
      <w:pPr>
        <w:ind w:left="72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38D"/>
    <w:multiLevelType w:val="multilevel"/>
    <w:tmpl w:val="8B720D02"/>
    <w:lvl w:ilvl="0">
      <w:start w:val="1"/>
      <w:numFmt w:val="decimal"/>
      <w:pStyle w:val="Lentels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8C5CA0"/>
    <w:multiLevelType w:val="multilevel"/>
    <w:tmpl w:val="BCB01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 %2"/>
      <w:lvlJc w:val="left"/>
      <w:pPr>
        <w:ind w:left="1134" w:hanging="774"/>
      </w:pPr>
      <w:rPr>
        <w:rFonts w:hint="default"/>
      </w:rPr>
    </w:lvl>
    <w:lvl w:ilvl="2">
      <w:start w:val="1"/>
      <w:numFmt w:val="decimal"/>
      <w:lvlText w:val="%1. %2. %3"/>
      <w:lvlJc w:val="left"/>
      <w:pPr>
        <w:ind w:left="1701" w:hanging="981"/>
      </w:pPr>
      <w:rPr>
        <w:rFonts w:hint="default"/>
      </w:rPr>
    </w:lvl>
    <w:lvl w:ilvl="3">
      <w:start w:val="1"/>
      <w:numFmt w:val="decimal"/>
      <w:lvlRestart w:val="0"/>
      <w:lvlText w:val="%4 lentelė. 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Restart w:val="0"/>
      <w:lvlText w:val="%5 pav. "/>
      <w:lvlJc w:val="left"/>
      <w:pPr>
        <w:ind w:left="1135" w:hanging="567"/>
      </w:pPr>
      <w:rPr>
        <w:rFonts w:ascii="Times New Roman" w:hAnsi="Times New Roman" w:hint="default"/>
        <w:b/>
        <w:i/>
        <w:sz w:val="20"/>
        <w:szCs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155A23"/>
    <w:multiLevelType w:val="hybridMultilevel"/>
    <w:tmpl w:val="0C9C1730"/>
    <w:lvl w:ilvl="0" w:tplc="828A53F4">
      <w:start w:val="1"/>
      <w:numFmt w:val="decimal"/>
      <w:lvlText w:val="%1."/>
      <w:lvlJc w:val="left"/>
      <w:pPr>
        <w:tabs>
          <w:tab w:val="num" w:pos="2747"/>
        </w:tabs>
        <w:ind w:left="2747" w:hanging="150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abstractNum w:abstractNumId="5" w15:restartNumberingAfterBreak="0">
    <w:nsid w:val="6C762D18"/>
    <w:multiLevelType w:val="multilevel"/>
    <w:tmpl w:val="74685E18"/>
    <w:lvl w:ilvl="0">
      <w:start w:val="1"/>
      <w:numFmt w:val="decimal"/>
      <w:pStyle w:val="PavN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69C01C5"/>
    <w:multiLevelType w:val="hybridMultilevel"/>
    <w:tmpl w:val="4322E606"/>
    <w:lvl w:ilvl="0" w:tplc="0270BC72">
      <w:start w:val="1"/>
      <w:numFmt w:val="decimal"/>
      <w:lvlText w:val="%1 pav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C5689"/>
    <w:multiLevelType w:val="hybridMultilevel"/>
    <w:tmpl w:val="D38C3E2A"/>
    <w:lvl w:ilvl="0" w:tplc="142E671A">
      <w:start w:val="1"/>
      <w:numFmt w:val="decimal"/>
      <w:lvlText w:val="%1 lentelė."/>
      <w:lvlJc w:val="left"/>
      <w:pPr>
        <w:ind w:left="360" w:hanging="360"/>
      </w:pPr>
      <w:rPr>
        <w:rFonts w:ascii="Times New Roman" w:hAnsi="Times New Roman" w:hint="default"/>
        <w:b w:val="0"/>
        <w:i/>
        <w:sz w:val="24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801853">
    <w:abstractNumId w:val="0"/>
  </w:num>
  <w:num w:numId="2" w16cid:durableId="1764720392">
    <w:abstractNumId w:val="6"/>
  </w:num>
  <w:num w:numId="3" w16cid:durableId="488333024">
    <w:abstractNumId w:val="7"/>
  </w:num>
  <w:num w:numId="4" w16cid:durableId="2057771278">
    <w:abstractNumId w:val="5"/>
  </w:num>
  <w:num w:numId="5" w16cid:durableId="15540817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1959710">
    <w:abstractNumId w:val="1"/>
  </w:num>
  <w:num w:numId="7" w16cid:durableId="1708483814">
    <w:abstractNumId w:val="2"/>
  </w:num>
  <w:num w:numId="8" w16cid:durableId="514618079">
    <w:abstractNumId w:val="3"/>
  </w:num>
  <w:num w:numId="9" w16cid:durableId="5063314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A3"/>
    <w:rsid w:val="00041EA1"/>
    <w:rsid w:val="000A462B"/>
    <w:rsid w:val="000D27C1"/>
    <w:rsid w:val="000D7DE5"/>
    <w:rsid w:val="000F6541"/>
    <w:rsid w:val="001678F8"/>
    <w:rsid w:val="00171E68"/>
    <w:rsid w:val="001A4DBF"/>
    <w:rsid w:val="001B2312"/>
    <w:rsid w:val="001B6A2E"/>
    <w:rsid w:val="00236F0B"/>
    <w:rsid w:val="002B7673"/>
    <w:rsid w:val="002B7BA1"/>
    <w:rsid w:val="002E2885"/>
    <w:rsid w:val="00323394"/>
    <w:rsid w:val="00370E60"/>
    <w:rsid w:val="00384540"/>
    <w:rsid w:val="003A7B9A"/>
    <w:rsid w:val="003C580F"/>
    <w:rsid w:val="003D084E"/>
    <w:rsid w:val="003E6921"/>
    <w:rsid w:val="0040411E"/>
    <w:rsid w:val="004053D7"/>
    <w:rsid w:val="004712A3"/>
    <w:rsid w:val="00491584"/>
    <w:rsid w:val="004A2608"/>
    <w:rsid w:val="004B7B63"/>
    <w:rsid w:val="005010B1"/>
    <w:rsid w:val="00503214"/>
    <w:rsid w:val="00527892"/>
    <w:rsid w:val="005371F3"/>
    <w:rsid w:val="005C1C7A"/>
    <w:rsid w:val="005D71EB"/>
    <w:rsid w:val="005E0523"/>
    <w:rsid w:val="005F7BC6"/>
    <w:rsid w:val="00636B97"/>
    <w:rsid w:val="00640A0F"/>
    <w:rsid w:val="00677F9B"/>
    <w:rsid w:val="006D0C57"/>
    <w:rsid w:val="0070387E"/>
    <w:rsid w:val="0071198F"/>
    <w:rsid w:val="0075016B"/>
    <w:rsid w:val="007667F9"/>
    <w:rsid w:val="007724E1"/>
    <w:rsid w:val="00873E9B"/>
    <w:rsid w:val="008B3CFE"/>
    <w:rsid w:val="009105D6"/>
    <w:rsid w:val="00920083"/>
    <w:rsid w:val="00921323"/>
    <w:rsid w:val="00977BBF"/>
    <w:rsid w:val="009D56D4"/>
    <w:rsid w:val="009D79BA"/>
    <w:rsid w:val="009D79D6"/>
    <w:rsid w:val="009F0487"/>
    <w:rsid w:val="00A146D3"/>
    <w:rsid w:val="00A762CA"/>
    <w:rsid w:val="00A85610"/>
    <w:rsid w:val="00AF1A1C"/>
    <w:rsid w:val="00B41928"/>
    <w:rsid w:val="00B423A4"/>
    <w:rsid w:val="00BD1850"/>
    <w:rsid w:val="00BD6A15"/>
    <w:rsid w:val="00BE11ED"/>
    <w:rsid w:val="00C118E0"/>
    <w:rsid w:val="00C24142"/>
    <w:rsid w:val="00C41C41"/>
    <w:rsid w:val="00CA4798"/>
    <w:rsid w:val="00CD10BA"/>
    <w:rsid w:val="00CF1336"/>
    <w:rsid w:val="00D468B0"/>
    <w:rsid w:val="00D55E51"/>
    <w:rsid w:val="00D56D3C"/>
    <w:rsid w:val="00DA4AE6"/>
    <w:rsid w:val="00DC0ED2"/>
    <w:rsid w:val="00DF5D04"/>
    <w:rsid w:val="00E22B83"/>
    <w:rsid w:val="00E25B5E"/>
    <w:rsid w:val="00E3168B"/>
    <w:rsid w:val="00E57623"/>
    <w:rsid w:val="00EB25FF"/>
    <w:rsid w:val="00EC1E31"/>
    <w:rsid w:val="00F03C0B"/>
    <w:rsid w:val="00F2567D"/>
    <w:rsid w:val="00F4061A"/>
    <w:rsid w:val="00F4227B"/>
    <w:rsid w:val="00F42D95"/>
    <w:rsid w:val="00F45573"/>
    <w:rsid w:val="00FB0E97"/>
    <w:rsid w:val="00FD04BD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148CA6"/>
  <w15:docId w15:val="{5E16BEA5-D792-4C92-A5AD-68373267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/>
      <w:sz w:val="24"/>
      <w:szCs w:val="24"/>
      <w:lang w:val="lt-LT" w:eastAsia="en-US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MS Gothic" w:hAnsi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numPr>
        <w:numId w:val="4"/>
      </w:numPr>
      <w:spacing w:after="0" w:line="240" w:lineRule="atLeast"/>
      <w:jc w:val="center"/>
    </w:pPr>
    <w:rPr>
      <w:sz w:val="24"/>
      <w:szCs w:val="24"/>
      <w:lang w:val="en-US"/>
    </w:rPr>
  </w:style>
  <w:style w:type="character" w:customStyle="1" w:styleId="PavNRDiagrama">
    <w:name w:val="Pav NR Diagrama"/>
    <w:link w:val="PavNR"/>
    <w:rsid w:val="00636B97"/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rsid w:val="00636B97"/>
    <w:pPr>
      <w:tabs>
        <w:tab w:val="num" w:pos="360"/>
      </w:tabs>
      <w:spacing w:after="160" w:line="259" w:lineRule="auto"/>
      <w:ind w:left="360" w:hanging="360"/>
      <w:contextualSpacing/>
    </w:pPr>
    <w:rPr>
      <w:rFonts w:ascii="Calibri" w:eastAsia="Calibri" w:hAnsi="Calibri"/>
      <w:sz w:val="22"/>
      <w:szCs w:val="22"/>
    </w:rPr>
  </w:style>
  <w:style w:type="paragraph" w:customStyle="1" w:styleId="LentelsNR0">
    <w:name w:val="Lentelės NR."/>
    <w:basedOn w:val="prastasis"/>
    <w:link w:val="LentelsNRDiagrama"/>
    <w:autoRedefine/>
    <w:qFormat/>
    <w:rsid w:val="00636B97"/>
    <w:pPr>
      <w:widowControl w:val="0"/>
      <w:tabs>
        <w:tab w:val="num" w:pos="720"/>
      </w:tabs>
      <w:spacing w:after="120" w:line="240" w:lineRule="atLeast"/>
      <w:ind w:left="360" w:hanging="360"/>
      <w:jc w:val="both"/>
    </w:pPr>
    <w:rPr>
      <w:rFonts w:ascii="Calibri" w:eastAsia="Calibri" w:hAnsi="Calibri"/>
      <w:i/>
      <w:color w:val="BFBFBF"/>
    </w:rPr>
  </w:style>
  <w:style w:type="character" w:customStyle="1" w:styleId="LentelsNRDiagrama">
    <w:name w:val="Lentelės NR. Diagrama"/>
    <w:link w:val="LentelsNR0"/>
    <w:rsid w:val="00636B97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0"/>
    <w:autoRedefine/>
    <w:qFormat/>
    <w:rsid w:val="00384540"/>
    <w:pPr>
      <w:numPr>
        <w:numId w:val="7"/>
      </w:numPr>
      <w:spacing w:line="276" w:lineRule="auto"/>
      <w:ind w:hanging="360"/>
      <w:jc w:val="both"/>
    </w:pPr>
    <w:rPr>
      <w:rFonts w:ascii="Calibri" w:eastAsia="Calibri" w:hAnsi="Calibri"/>
      <w:i/>
    </w:rPr>
  </w:style>
  <w:style w:type="character" w:customStyle="1" w:styleId="LentelsNrDiagrama0">
    <w:name w:val="Lentelės Nr. Diagrama"/>
    <w:link w:val="LentelsNr"/>
    <w:rsid w:val="00384540"/>
    <w:rPr>
      <w:i/>
      <w:sz w:val="24"/>
      <w:szCs w:val="24"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numPr>
        <w:ilvl w:val="4"/>
        <w:numId w:val="1"/>
      </w:numPr>
      <w:tabs>
        <w:tab w:val="clear" w:pos="360"/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/>
      <w:i/>
      <w:color w:val="1F4D78"/>
      <w:sz w:val="20"/>
    </w:rPr>
  </w:style>
  <w:style w:type="character" w:customStyle="1" w:styleId="BBDPaveiksliukonumeracijaiDiagrama">
    <w:name w:val="BBD_Paveiksliuko numeracijai Diagrama"/>
    <w:link w:val="BBDPaveiksliukonumeracijai"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rsid w:val="005C1C7A"/>
    <w:rPr>
      <w:rFonts w:ascii="Calibri Light" w:eastAsia="MS Gothic" w:hAnsi="Calibri Light" w:cs="Times New Roman"/>
      <w:color w:val="2E74B5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4712A3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4712A3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E22B83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387E"/>
    <w:rPr>
      <w:rFonts w:ascii="Lucida Grande" w:hAnsi="Lucida Grande" w:cs="Lucida Grande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70387E"/>
    <w:rPr>
      <w:rFonts w:ascii="Lucida Grande" w:eastAsia="Times New Roman" w:hAnsi="Lucida Grande" w:cs="Lucida Grande"/>
      <w:sz w:val="18"/>
      <w:szCs w:val="18"/>
    </w:rPr>
  </w:style>
  <w:style w:type="paragraph" w:styleId="Pataisymai">
    <w:name w:val="Revision"/>
    <w:hidden/>
    <w:uiPriority w:val="99"/>
    <w:semiHidden/>
    <w:rsid w:val="007667F9"/>
    <w:rPr>
      <w:rFonts w:ascii="Times New Roman" w:eastAsia="Times New Roman" w:hAnsi="Times New Roman"/>
      <w:sz w:val="24"/>
      <w:szCs w:val="24"/>
      <w:lang w:val="lt-LT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0321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0321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03214"/>
    <w:rPr>
      <w:rFonts w:ascii="Times New Roman" w:eastAsia="Times New Roman" w:hAnsi="Times New Roman"/>
      <w:lang w:val="lt-LT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0321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03214"/>
    <w:rPr>
      <w:rFonts w:ascii="Times New Roman" w:eastAsia="Times New Roman" w:hAnsi="Times New Roman"/>
      <w:b/>
      <w:bCs/>
      <w:lang w:val="lt-LT" w:eastAsia="en-US"/>
    </w:rPr>
  </w:style>
  <w:style w:type="table" w:styleId="Lentelstinklelis">
    <w:name w:val="Table Grid"/>
    <w:basedOn w:val="prastojilentel"/>
    <w:uiPriority w:val="39"/>
    <w:rsid w:val="00873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lex\IXIrankiaiUniversal\adm_vid\Tmp\48fad8bae9b044eeafc9aeecb6e6849c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1A22F-9F1F-4CC2-9B65-628B7086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48fad8bae9b044eeafc9aeecb6e6849c</Template>
  <TotalTime>2</TotalTime>
  <Pages>1</Pages>
  <Words>1127</Words>
  <Characters>643</Characters>
  <Application>Microsoft Office Word</Application>
  <DocSecurity>4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FIKSUOTŲ PAJAMŲ MOKESČIO DYDŽIŲ, TAIKOMŲ ĮSIGYJANT VERSLO LIUDIJIMUS 2022 IR VĖLESNIAIS METAIS VYKDOMAI VEIKLAI, IR LENGVATŲ PATVIRTINIMO</vt:lpstr>
      <vt:lpstr/>
    </vt:vector>
  </TitlesOfParts>
  <Manager>2021-10-28</Manager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FIKSUOTŲ PAJAMŲ MOKESČIO DYDŽIŲ, TAIKOMŲ ĮSIGYJANT VERSLO LIUDIJIMUS 2022 IR VĖLESNIAIS METAIS VYKDOMAI VEIKLAI, IR LENGVATŲ PATVIRTINIMO</dc:title>
  <dc:subject>T9-171</dc:subject>
  <dc:creator>SKUODO RAJONO SAVIVALDYBĖS TARYBA</dc:creator>
  <cp:lastModifiedBy>Sadauskienė, Dalia</cp:lastModifiedBy>
  <cp:revision>2</cp:revision>
  <cp:lastPrinted>2021-10-20T09:51:00Z</cp:lastPrinted>
  <dcterms:created xsi:type="dcterms:W3CDTF">2025-12-09T13:48:00Z</dcterms:created>
  <dcterms:modified xsi:type="dcterms:W3CDTF">2025-12-09T13:48:00Z</dcterms:modified>
  <cp:category>SPRENDIMAS</cp:category>
</cp:coreProperties>
</file>